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20" w:rsidRPr="00D93E3E" w:rsidRDefault="00682B20" w:rsidP="00945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5in;margin-top:-45pt;width:128.25pt;height:88.35pt;z-index:-251658240;visibility:visible">
            <v:imagedata r:id="rId5" o:title="" croptop="50264f" cropbottom="5799f" cropleft="6931f" cropright="39700f"/>
          </v:shape>
        </w:pict>
      </w:r>
      <w:r w:rsidRPr="00D93E3E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682B20" w:rsidRPr="00D93E3E" w:rsidRDefault="00682B20" w:rsidP="0094519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</w:t>
      </w:r>
    </w:p>
    <w:p w:rsidR="00682B20" w:rsidRPr="00D93E3E" w:rsidRDefault="00682B20" w:rsidP="0094519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оценивать жизненные ситуации (поступки людей) с точки зрения общепринятых норм и ценностей</w:t>
      </w:r>
    </w:p>
    <w:p w:rsidR="00682B20" w:rsidRPr="00D93E3E" w:rsidRDefault="00682B20" w:rsidP="0094519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формировать основы российской гражданской идентичности, чувство гордости за свою Родину, российский народ и историю России, осознавать свою этническую и национальную принадлежность; формировать ценности многонационального российского общества;</w:t>
      </w:r>
    </w:p>
    <w:p w:rsidR="00682B20" w:rsidRPr="00D93E3E" w:rsidRDefault="00682B20" w:rsidP="0094519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развивать внимательность, настойчивость, целеустремленность, умение преодолевать;</w:t>
      </w:r>
    </w:p>
    <w:p w:rsidR="00682B20" w:rsidRPr="00D93E3E" w:rsidRDefault="00682B20" w:rsidP="0094519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развивать мотивы учебной деятельности и формировать личностный смысл учения;</w:t>
      </w:r>
    </w:p>
    <w:p w:rsidR="00682B20" w:rsidRPr="00D93E3E" w:rsidRDefault="00682B20" w:rsidP="0094519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развивать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82B20" w:rsidRPr="00D93E3E" w:rsidRDefault="00682B20" w:rsidP="0094519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формировать эстетические потребности, ценности и чувства;</w:t>
      </w:r>
    </w:p>
    <w:p w:rsidR="00682B20" w:rsidRPr="00D93E3E" w:rsidRDefault="00682B20" w:rsidP="0094519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682B20" w:rsidRPr="00D93E3E" w:rsidRDefault="00682B20" w:rsidP="0094519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формировать установки на безопасный, здоровый образ жизни, наличие мотивации к творческому труду, работу на результат, бережное отношение к материальным и духовным ценностям.</w:t>
      </w:r>
    </w:p>
    <w:p w:rsidR="00682B20" w:rsidRPr="00D93E3E" w:rsidRDefault="00682B20" w:rsidP="0094519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Метапредметные результаты:</w:t>
      </w:r>
    </w:p>
    <w:p w:rsidR="00682B20" w:rsidRPr="00D93E3E" w:rsidRDefault="00682B20" w:rsidP="0094519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определять успешность выполнения своего задания в диалоге с учителем.</w:t>
      </w:r>
    </w:p>
    <w:p w:rsidR="00682B20" w:rsidRPr="00D93E3E" w:rsidRDefault="00682B20" w:rsidP="0094519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овладевать способностью принимать и сохранять цели и задачи учебной деятельности, поиска средств её осуществления;</w:t>
      </w:r>
    </w:p>
    <w:p w:rsidR="00682B20" w:rsidRPr="00D93E3E" w:rsidRDefault="00682B20" w:rsidP="0094519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682B20" w:rsidRPr="00D93E3E" w:rsidRDefault="00682B20" w:rsidP="0094519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формировать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82B20" w:rsidRPr="00D93E3E" w:rsidRDefault="00682B20" w:rsidP="0094519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активно использовать речевые средства и средства информационных и коммуникационных технологий (ИКТ) для решения коммуникативных и познавательных задач;</w:t>
      </w:r>
    </w:p>
    <w:p w:rsidR="00682B20" w:rsidRPr="00D93E3E" w:rsidRDefault="00682B20" w:rsidP="0094519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информации;</w:t>
      </w:r>
    </w:p>
    <w:p w:rsidR="00682B20" w:rsidRPr="00D93E3E" w:rsidRDefault="00682B20" w:rsidP="0094519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овладевать логическими действиями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рассуждения;</w:t>
      </w:r>
    </w:p>
    <w:p w:rsidR="00682B20" w:rsidRPr="00D93E3E" w:rsidRDefault="00682B20" w:rsidP="0094519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быть готовым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682B20" w:rsidRPr="00D93E3E" w:rsidRDefault="00682B20" w:rsidP="0094519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определять общие цели и пути её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82B20" w:rsidRPr="00D93E3E" w:rsidRDefault="00682B20" w:rsidP="0094519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</w:p>
    <w:p w:rsidR="00682B20" w:rsidRPr="00D93E3E" w:rsidRDefault="00682B20" w:rsidP="0094519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682B20" w:rsidRPr="00D93E3E" w:rsidRDefault="00682B20" w:rsidP="0094519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682B20" w:rsidRPr="00D93E3E" w:rsidRDefault="00682B20" w:rsidP="0094519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развивать навыки устанавливать и выявлять причинно-следственные связи в окружающем мире,</w:t>
      </w:r>
    </w:p>
    <w:p w:rsidR="00682B20" w:rsidRPr="00D93E3E" w:rsidRDefault="00682B20" w:rsidP="0094519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оценивать правильность поведения людей в природе, быту.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1 год обучения (33 ч.)</w:t>
      </w:r>
    </w:p>
    <w:p w:rsidR="00682B20" w:rsidRPr="00D93E3E" w:rsidRDefault="00682B20" w:rsidP="00945194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Введение (1 ч)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Раскрытые и нераскрытые загадки нашей планеты: обзор основных тем курса. Романтика научного поиска, радость путешествий и открытий.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Тайны за горизонтом (4 ч)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Какой остров самый большой в мире? Существует ли остров похожий на блюдце? Какая страна самая маленькая в мире? Как древние находили путь?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Практические работы</w:t>
      </w:r>
      <w:r w:rsidRPr="00D93E3E">
        <w:rPr>
          <w:rFonts w:ascii="Times New Roman" w:hAnsi="Times New Roman"/>
          <w:sz w:val="24"/>
          <w:szCs w:val="24"/>
        </w:rPr>
        <w:t> с картой.</w:t>
      </w:r>
    </w:p>
    <w:p w:rsidR="00682B20" w:rsidRPr="00D93E3E" w:rsidRDefault="00682B20" w:rsidP="00945194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Жили-были динозавры... и не только они (5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Существовали ли драконы на самом деле? Персонажи сказок? Почему люди не летают? Крокодилы. Какое животное первым появилось на суше? Как черепахи дышат под водой?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Практическая работа</w:t>
      </w:r>
      <w:r w:rsidRPr="00D93E3E">
        <w:rPr>
          <w:rFonts w:ascii="Times New Roman" w:hAnsi="Times New Roman"/>
          <w:i/>
          <w:iCs/>
          <w:sz w:val="24"/>
          <w:szCs w:val="24"/>
        </w:rPr>
        <w:t>:</w:t>
      </w:r>
      <w:r w:rsidRPr="00D93E3E">
        <w:rPr>
          <w:rFonts w:ascii="Times New Roman" w:hAnsi="Times New Roman"/>
          <w:sz w:val="24"/>
          <w:szCs w:val="24"/>
        </w:rPr>
        <w:t> рассматривание окаменелостей.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i/>
          <w:iCs/>
          <w:sz w:val="24"/>
          <w:szCs w:val="24"/>
        </w:rPr>
        <w:t>:</w:t>
      </w:r>
      <w:r w:rsidRPr="00D93E3E">
        <w:rPr>
          <w:rFonts w:ascii="Times New Roman" w:hAnsi="Times New Roman"/>
          <w:sz w:val="24"/>
          <w:szCs w:val="24"/>
        </w:rPr>
        <w:t> на геологическое обнажение для поиска окаменелостей, в палеонтологический, геологический или краеведческий музей.</w:t>
      </w:r>
    </w:p>
    <w:p w:rsidR="00682B20" w:rsidRPr="00D93E3E" w:rsidRDefault="00682B20" w:rsidP="00945194">
      <w:pPr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Тайны камней (4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Когда были открыты драгоценные камни? Что такое песок? Малахитовая шкатулка. Чем знаменит малахит? Как образуется золото?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Загадки растений (5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История открытия удивительных растений: поиск съедобных растений. Хлебное дерево. Зачем деревьям кора? Железное дерево. Где растут орехи? Почему крапива жжется? Как растет банановое дерево?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Практическая работа</w:t>
      </w:r>
      <w:r w:rsidRPr="00D93E3E">
        <w:rPr>
          <w:rFonts w:ascii="Times New Roman" w:hAnsi="Times New Roman"/>
          <w:sz w:val="24"/>
          <w:szCs w:val="24"/>
        </w:rPr>
        <w:t> через сравнение.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sz w:val="24"/>
          <w:szCs w:val="24"/>
        </w:rPr>
        <w:t>: в природу для знакомства с местной флорой, в ботанический сад для ознакомления с экзотическими растениями.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Эти удивительные животные (3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Потомки волка. Чутье обычное… и чутье особое. «Нюх» на землетрясения. Кошки во времена прошлые. Все ли кошки мурлыкают?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i/>
          <w:iCs/>
          <w:sz w:val="24"/>
          <w:szCs w:val="24"/>
        </w:rPr>
        <w:t>:</w:t>
      </w:r>
      <w:r w:rsidRPr="00D93E3E">
        <w:rPr>
          <w:rFonts w:ascii="Times New Roman" w:hAnsi="Times New Roman"/>
          <w:sz w:val="24"/>
          <w:szCs w:val="24"/>
        </w:rPr>
        <w:t> в зоопарк, зоологический музей для ознакомления с экзотическими животными.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Планета насекомых (4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Разнообразие и многочисленность насекомых, их роль в природе и жизни человека. Чем питается бабочка? Бабочки-путешественники. Как пауки плетут свою паутину? Что происходит с пчелами зимой? Правда ли что у многоножки сто ног? Охрана насекомых.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Практические работы</w:t>
      </w:r>
      <w:r w:rsidRPr="00D93E3E">
        <w:rPr>
          <w:rFonts w:ascii="Times New Roman" w:hAnsi="Times New Roman"/>
          <w:i/>
          <w:iCs/>
          <w:sz w:val="24"/>
          <w:szCs w:val="24"/>
        </w:rPr>
        <w:t>:</w:t>
      </w:r>
      <w:r w:rsidRPr="00D93E3E">
        <w:rPr>
          <w:rFonts w:ascii="Times New Roman" w:hAnsi="Times New Roman"/>
          <w:sz w:val="24"/>
          <w:szCs w:val="24"/>
        </w:rPr>
        <w:t> рассматривание насекомых в коллекции.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экскурсии:</w:t>
      </w:r>
      <w:r w:rsidRPr="00D93E3E">
        <w:rPr>
          <w:rFonts w:ascii="Times New Roman" w:hAnsi="Times New Roman"/>
          <w:sz w:val="24"/>
          <w:szCs w:val="24"/>
        </w:rPr>
        <w:t> в краеведческий или зоологический музей для ознакомления с энтомологическими коллекциями.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Загадки под водой и под землей (6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Как изучают подводный мир. Что находится на морском дне? Что можно найти на морском берегу? Есть ли глаза у морской звезды? Что такое каракатица? Каково происхождение золотой рыбки? Почему майские жуки забираются в землю?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экскурсии: </w:t>
      </w:r>
      <w:r w:rsidRPr="00D93E3E">
        <w:rPr>
          <w:rFonts w:ascii="Times New Roman" w:hAnsi="Times New Roman"/>
          <w:sz w:val="24"/>
          <w:szCs w:val="24"/>
        </w:rPr>
        <w:t>в морской аквариум, дельфинарий, зоологический музей для знакомства с морской фауной.</w:t>
      </w:r>
    </w:p>
    <w:p w:rsidR="00682B20" w:rsidRPr="00D93E3E" w:rsidRDefault="00682B20" w:rsidP="0094519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Растения-рекордсмены (0,5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1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Заключение (0,5 ч)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Что мы узнали и чему научились за год.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год обучения (34 ч.)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Введение (1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Раскрытые и нераскрытые загадки нашей планеты: обзор основных тем курса.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Тайны за горизонтом (4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Кто открыл Австралию? Существует ли жизнь в Антарктиде? Как образовались Гавайские острова? Где родина фигового дерева?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Практические работы</w:t>
      </w:r>
      <w:r w:rsidRPr="00D93E3E">
        <w:rPr>
          <w:rFonts w:ascii="Times New Roman" w:hAnsi="Times New Roman"/>
          <w:sz w:val="24"/>
          <w:szCs w:val="24"/>
        </w:rPr>
        <w:t> с картой.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Жили-были динозавры... и не только они (5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Голубые лягушки. Когда появились первые рептилии? Какими были первые рыбы? Как улитка строит свой панцирь? Где живут «карманные динозавры?»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Практическая работа:</w:t>
      </w:r>
      <w:r w:rsidRPr="00D93E3E">
        <w:rPr>
          <w:rFonts w:ascii="Times New Roman" w:hAnsi="Times New Roman"/>
          <w:sz w:val="24"/>
          <w:szCs w:val="24"/>
        </w:rPr>
        <w:t> рассматривание окаменелостей.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sz w:val="24"/>
          <w:szCs w:val="24"/>
        </w:rPr>
        <w:t>: на геологическое обнажение для поиска окаменелостей, в палеонтологический или геологический музей.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Тайны камней (4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Разнообразие камней. Айсберг. Что такое коралловый остров? Где находится самая большая и самая глубокая пещера? Сады камней.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Практические работы</w:t>
      </w:r>
      <w:r w:rsidRPr="00D93E3E">
        <w:rPr>
          <w:rFonts w:ascii="Times New Roman" w:hAnsi="Times New Roman"/>
          <w:i/>
          <w:iCs/>
          <w:sz w:val="24"/>
          <w:szCs w:val="24"/>
        </w:rPr>
        <w:t>:</w:t>
      </w:r>
      <w:r w:rsidRPr="00D93E3E">
        <w:rPr>
          <w:rFonts w:ascii="Times New Roman" w:hAnsi="Times New Roman"/>
          <w:sz w:val="24"/>
          <w:szCs w:val="24"/>
        </w:rPr>
        <w:t> рассматривание образцов (кремень, янтарь, каменная соль и т. д.).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sz w:val="24"/>
          <w:szCs w:val="24"/>
        </w:rPr>
        <w:t>: в геологический музей для ознакомления с разнообразием горных пород и минералов.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Загадки растений (5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Растения - путешественники? (Что такое эвкалипт?). Кактусы. Эдельвейс, водяной орех, сон-трава, кувшинка белая, купальница европейская, ландыш, колокольчики и др. Лекарственные растения (например: валериана, плаун, пижма, подорожник, тысячелистник, пастушья сумка, птичья гречишка); их важнейшие свойства, правила сбора. Охрана лекарственных растений. Почему оливу называют деревом мира?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sz w:val="24"/>
          <w:szCs w:val="24"/>
        </w:rPr>
        <w:t>: в природу для знакомства с местной флорой, в ботанический сад для ознакомления с экзотическими растениями.</w:t>
      </w:r>
    </w:p>
    <w:p w:rsidR="00682B20" w:rsidRPr="00D93E3E" w:rsidRDefault="00682B20" w:rsidP="00945194">
      <w:pPr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Эти удивительные животные (3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«Речные лошади» (бегемоты, среда их обитания.) Выхухоль. Красная книга Томской области. Разумные дельфины.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sz w:val="24"/>
          <w:szCs w:val="24"/>
        </w:rPr>
        <w:t>: в зоопарк, зоологический музей для ознакомления с экзотическими животными.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Планета насекомых (4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Обладают ли кузнечики слухом? Почему комар считается злейшим врагом человека? Муравьи и их квартиранты. Какие из бабочек имеют хвостики и крылышки?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Практические работы</w:t>
      </w:r>
      <w:r w:rsidRPr="00D93E3E">
        <w:rPr>
          <w:rFonts w:ascii="Times New Roman" w:hAnsi="Times New Roman"/>
          <w:sz w:val="24"/>
          <w:szCs w:val="24"/>
        </w:rPr>
        <w:t>: рассматривание насекомых в коллекции.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sz w:val="24"/>
          <w:szCs w:val="24"/>
        </w:rPr>
        <w:t>: в краеведческий или зоологический музей для ознакомления с энтомологическими коллекциями.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Загадки под водой и под землей (6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Что такое ракушка-прилипала? Как передвигается осьминог? Что такое насекомоядные растения? Что называют гейзерами? Почему вода в гейзерах горячая? Может ли вода течь в гору? Почему некоторые животные выглядят как растения?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sz w:val="24"/>
          <w:szCs w:val="24"/>
        </w:rPr>
        <w:t>: в морской аквариум, дельфинарий, зоологический музей для знакомства с морской фауной.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Животные-рекордсмены (1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Интересные сведения о животных и их особенностях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Заключение (1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Что мы узнали и чему научились за год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год обучения (34 ч.)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Введение (1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Раскрытые и нераскрытые загадки нашей планеты: обзор основных тем курса.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Тайны за горизонтом (4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Атлантида – сказка или реальность. Что такое водопад? Как образовалось Чёрное и Каспийское моря? Что такое семь чудес света?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Практические работы</w:t>
      </w:r>
      <w:r w:rsidRPr="00D93E3E">
        <w:rPr>
          <w:rFonts w:ascii="Times New Roman" w:hAnsi="Times New Roman"/>
          <w:sz w:val="24"/>
          <w:szCs w:val="24"/>
        </w:rPr>
        <w:t> с картой.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Жили-были динозавры... и не только они (5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Что такое ледниковый период? Как нашли ископаемого мамонта? Что такое меловые отложения? Голубые киты - миф или реальность? Что такое сухопутный крокодил?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Практическая работа</w:t>
      </w:r>
      <w:r w:rsidRPr="00D93E3E">
        <w:rPr>
          <w:rFonts w:ascii="Times New Roman" w:hAnsi="Times New Roman"/>
          <w:sz w:val="24"/>
          <w:szCs w:val="24"/>
        </w:rPr>
        <w:t>: рассматривание окаменелостей.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экскурсии:</w:t>
      </w:r>
      <w:r w:rsidRPr="00D93E3E">
        <w:rPr>
          <w:rFonts w:ascii="Times New Roman" w:hAnsi="Times New Roman"/>
          <w:sz w:val="24"/>
          <w:szCs w:val="24"/>
        </w:rPr>
        <w:t> на геологическое обнажение для поиска окаменелостей, в палеонтологический или геологический музей.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Тайны камней (4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Дольмены – что это? Откуда взялись статуи на острове Пасха? Почему нефрит называют национальным камнем Китая? Откуда взялись алмазы?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Практические работы</w:t>
      </w:r>
      <w:r w:rsidRPr="00D93E3E">
        <w:rPr>
          <w:rFonts w:ascii="Times New Roman" w:hAnsi="Times New Roman"/>
          <w:sz w:val="24"/>
          <w:szCs w:val="24"/>
        </w:rPr>
        <w:t>: рассматривание образцов (кремень, янтарь, каменная соль и т. д.)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экскурсии:</w:t>
      </w:r>
      <w:r w:rsidRPr="00D93E3E">
        <w:rPr>
          <w:rFonts w:ascii="Times New Roman" w:hAnsi="Times New Roman"/>
          <w:sz w:val="24"/>
          <w:szCs w:val="24"/>
        </w:rPr>
        <w:t> в геологический музей для ознакомления с разнообразием горных пород и минералов.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Загадки растений (5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История открытия удивительных растений: виктории-регии, раффлезии, сейшельской пальмы и др. Родина комнатных растений. Экзотические фрукты: ананас, банан, кокос, финики и др.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Практические работы:</w:t>
      </w:r>
      <w:r w:rsidRPr="00D93E3E">
        <w:rPr>
          <w:rFonts w:ascii="Times New Roman" w:hAnsi="Times New Roman"/>
          <w:sz w:val="24"/>
          <w:szCs w:val="24"/>
        </w:rPr>
        <w:t> рассматривание растений в гербариях, рассматривание овощей, фруктов и их муляжей.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экскурсии:</w:t>
      </w:r>
      <w:r w:rsidRPr="00D93E3E">
        <w:rPr>
          <w:rFonts w:ascii="Times New Roman" w:hAnsi="Times New Roman"/>
          <w:sz w:val="24"/>
          <w:szCs w:val="24"/>
        </w:rPr>
        <w:t> в природу для знакомства с местной флорой, в ботанический сад для ознакомления с экзотическими растениями.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Загадочные животные (3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Тайна озера Лох-Несс. Существует ли снежный человек? Загадки обычных животных («эхолокатор» летучих мышей, способность голубя возвращаться домой, органы чувств кошки и т. д.).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sz w:val="24"/>
          <w:szCs w:val="24"/>
        </w:rPr>
        <w:t>: в зоопарк, зоологический музей для ознакомления с экзотическими животными.</w:t>
      </w:r>
    </w:p>
    <w:p w:rsidR="00682B20" w:rsidRPr="00D93E3E" w:rsidRDefault="00682B20" w:rsidP="00945194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Планета насекомых (4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Разнообразие и многочисленность насекомых, их роль в природе и жизни человека. Жуки. Дровосек-титан — самый крупный жук. Скарабей — священный жук древних египтян.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Практические работы</w:t>
      </w:r>
      <w:r w:rsidRPr="00D93E3E">
        <w:rPr>
          <w:rFonts w:ascii="Times New Roman" w:hAnsi="Times New Roman"/>
          <w:i/>
          <w:iCs/>
          <w:sz w:val="24"/>
          <w:szCs w:val="24"/>
        </w:rPr>
        <w:t>:</w:t>
      </w:r>
      <w:r w:rsidRPr="00D93E3E">
        <w:rPr>
          <w:rFonts w:ascii="Times New Roman" w:hAnsi="Times New Roman"/>
          <w:sz w:val="24"/>
          <w:szCs w:val="24"/>
        </w:rPr>
        <w:t> рассматривание насекомых в коллекции.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экскурсии:</w:t>
      </w:r>
      <w:r w:rsidRPr="00D93E3E">
        <w:rPr>
          <w:rFonts w:ascii="Times New Roman" w:hAnsi="Times New Roman"/>
          <w:sz w:val="24"/>
          <w:szCs w:val="24"/>
        </w:rPr>
        <w:t> в краеведческий или зоологический музей для ознакомления с энтомологическими коллекциями.</w:t>
      </w:r>
    </w:p>
    <w:p w:rsidR="00682B20" w:rsidRPr="00D93E3E" w:rsidRDefault="00682B20" w:rsidP="00945194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Загадки под водой и под землей (6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Как изучают подводный мир. Киты, дельфины, акулы. История открытия гигантского кальмара.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i/>
          <w:iCs/>
          <w:sz w:val="24"/>
          <w:szCs w:val="24"/>
        </w:rPr>
        <w:t>Рекомендуемые внеурочные экскурсии</w:t>
      </w:r>
      <w:r w:rsidRPr="00D93E3E">
        <w:rPr>
          <w:rFonts w:ascii="Times New Roman" w:hAnsi="Times New Roman"/>
          <w:sz w:val="24"/>
          <w:szCs w:val="24"/>
        </w:rPr>
        <w:t>: в морской аквариум, дельфинарий, зоологический музей для знакомства с морской фауной.</w:t>
      </w:r>
    </w:p>
    <w:p w:rsidR="00682B20" w:rsidRPr="00D93E3E" w:rsidRDefault="00682B20" w:rsidP="00945194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Что такое НЛО? (1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Загадки НЛО: свидетельства, сомнения, предположения.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numPr>
          <w:ilvl w:val="0"/>
          <w:numId w:val="3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4"/>
          <w:szCs w:val="24"/>
        </w:rPr>
        <w:t>Заключение (1 ч).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4"/>
          <w:szCs w:val="24"/>
        </w:rPr>
        <w:t>Что мы узнали и чему научились за год.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7"/>
          <w:szCs w:val="27"/>
        </w:rPr>
        <w:t>Тематическое планирование 1 класс</w:t>
      </w:r>
    </w:p>
    <w:p w:rsidR="00682B20" w:rsidRPr="00D93E3E" w:rsidRDefault="00682B20" w:rsidP="00945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sz w:val="27"/>
          <w:szCs w:val="27"/>
        </w:rPr>
        <w:t>Первый год обучения</w:t>
      </w:r>
      <w:r w:rsidRPr="00D93E3E">
        <w:rPr>
          <w:rFonts w:ascii="Times New Roman" w:hAnsi="Times New Roman"/>
          <w:color w:val="000000"/>
          <w:sz w:val="27"/>
          <w:szCs w:val="27"/>
        </w:rPr>
        <w:t> </w:t>
      </w: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(33 часа)</w:t>
      </w:r>
    </w:p>
    <w:p w:rsidR="00682B20" w:rsidRPr="00D93E3E" w:rsidRDefault="00682B20" w:rsidP="00945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7"/>
          <w:szCs w:val="27"/>
        </w:rPr>
        <w:t>Введение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7"/>
          <w:szCs w:val="27"/>
        </w:rPr>
        <w:t>Раскрытые и нераскрытые загадки нашей планеты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7"/>
          <w:szCs w:val="27"/>
        </w:rPr>
        <w:t>Обзор основных тем курса</w:t>
      </w:r>
      <w:r w:rsidRPr="00D93E3E">
        <w:rPr>
          <w:rFonts w:ascii="Times New Roman" w:hAnsi="Times New Roman"/>
          <w:color w:val="000000"/>
          <w:sz w:val="27"/>
          <w:szCs w:val="27"/>
        </w:rPr>
        <w:t> ЗАОЧНЫЙ ЭКСКУРС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7"/>
          <w:szCs w:val="27"/>
        </w:rPr>
        <w:t>Научный поиск, путешествия и открытия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Формирование собственного мнения и позиции, умения строить свои высказывания.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Результаты олимпиад;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Участие в научно-практических конференциях;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Умение договариваться и приходить к общему решению в совместной деятельности;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Задавать вопросы, строить монологическое высказывание.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Результаты олимпиад;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Участие в научно-практических конференциях;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Умение договариваться и приходить к общему решению в совместной деятельности;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Задавать вопросы, строить монологическое высказывание.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2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4 ч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Тайны за горизонтом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*Какой остров самый большой в мире?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*Существует ли остров похожий на блюдце?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*Какая страна самая маленькая в мире?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*Как древние находили путь?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Беседа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Практическая работа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Игра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Практические работы с картой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3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5 ч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Жили-были динозавры и не только они?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*Существовали ли драконы на самом деле? Персонажи сказок?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*Почему люди не летают?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*Крокодилы.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*Какое животное первым появилось на суше?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*Как черепахи дышат под водой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ЗАОЧНЫЙ ЭКСКУРС Практическая работа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Игра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Практическая работа: рассматривание окаменелостей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Работа в группах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Формирование позитивного отношения к школе, следование в поведении моральным нормам и этическим требованиям.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4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4 ч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Тайны камней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*Когда были открыты драгоценные камни?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*Что такое песок?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*Малахитовая шкатулка. Чем знаменит малахит?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*Как образуется золото?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Беседа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Практическая работа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ЗАОЧНЫЙ ЭКСКУРС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Викторина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Работа в группах соревнование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Формирование умения строить сообщения в устной форме, развитие монологической речи, воспитание чувства прекрасного.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5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5 ч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Загадки растений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*</w:t>
      </w:r>
      <w:r w:rsidRPr="00D93E3E">
        <w:rPr>
          <w:rFonts w:ascii="Times New Roman" w:hAnsi="Times New Roman"/>
          <w:color w:val="000000"/>
          <w:sz w:val="27"/>
          <w:szCs w:val="27"/>
        </w:rPr>
        <w:t>История открытия удивительных растений: поиск съедобных растений.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*Хлебное дерево. Зачем деревьям кора? Железное дерево.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*Где растут орехи?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*Почему крапива жжется?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*Как растет банановое дерево?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Практическая работа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Экскурсия в природу для знакомства с местной флорой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Игра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Практическая работа через сравнение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Работа в группах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Соревнование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Формирование собственного мнения и позиции, умения договариваться и приходить к общему решению в совместной деятельности.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6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3 ч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Эти удивительные животные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*Потомки волка.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*Чутье обычное… и чутье особое. «Нюх» на землетрясения.</w:t>
      </w:r>
    </w:p>
    <w:p w:rsidR="00682B20" w:rsidRPr="00D93E3E" w:rsidRDefault="00682B20" w:rsidP="009451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*Кошки во времена прошлые. Все ли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Беседа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Практическая работа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ЗАОЧНЫЙ ЭКСКУРС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Викторина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Игра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Практическая работа через сравнение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Работа в группах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7"/>
          <w:szCs w:val="27"/>
        </w:rPr>
        <w:t>Соревнование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7"/>
          <w:szCs w:val="27"/>
        </w:rPr>
        <w:t>Развитие умения планировать свои действия в соответствии с поставленной задачей и условиями её реализации, учитывать характер сделанных ошибок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7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4 ч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Планета насекомых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*Разнообразие и многочисленность насекомых, их роль в природе и жизни человека. Чем питается бабочка? Бабочки-путешественники.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*Как пауки плетут свою паутину?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*Что происходит с пчелами зимой?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Правда ли что у многоножки сто ног?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*Охрана насекомых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Практическая работа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экскурсии: в краеведчес-кий музей для ознакомления с энтомологическими коллекциями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Практические работы: рассматрива-ние насекомых в коллекции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Формирование умения ориентироваться в разнообразных способах решения задач, проводить сравнение, учитывать разные мнения, стремиться к сотрудничеству, адекватно воспринимать предложения и оценку учителя, товарищей.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Результаты олимпиад;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Участие в научно-практических конференциях;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Умение договариваться и приходить к общему решению в совместной деятельности;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Задавать вопросы, строить монологическое высказывание.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Умение договариваться и приходить к общему решению в совместной деятельности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8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6 ч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Загадки под водой и под землей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*</w:t>
      </w:r>
      <w:r w:rsidRPr="00D93E3E">
        <w:rPr>
          <w:rFonts w:ascii="Times New Roman" w:hAnsi="Times New Roman"/>
          <w:color w:val="000000"/>
          <w:sz w:val="27"/>
          <w:szCs w:val="27"/>
        </w:rPr>
        <w:t>Как изучают подводный мир.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*Что находится на морском дне?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*Что можно найти на морском берегу?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*Есть ли глаза у морской звезды? Что такое каракатица?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*Каково происхождение золотой рыбки?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*Почему майские жуки забираются в землю?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Виртуальная экскурсия в морской аквариум, дельфинарий, зоологичес-кий музей для знакомства с морской фауной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Практическая работа через сравнение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Работа в группах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7"/>
          <w:szCs w:val="27"/>
        </w:rPr>
        <w:t>Соревнование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9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b/>
          <w:bCs/>
          <w:color w:val="000000"/>
          <w:sz w:val="27"/>
          <w:szCs w:val="27"/>
        </w:rPr>
        <w:t>1 ч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Растения-рекордсмены Заключение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*Растения-рекордсмены *Заключение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Что мы узнали и чему научились за год. Игра «Брейн-ринг»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Работа в группах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color w:val="000000"/>
          <w:sz w:val="27"/>
          <w:szCs w:val="27"/>
        </w:rPr>
        <w:t>Соревнование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  <w:r w:rsidRPr="00D93E3E">
        <w:rPr>
          <w:rFonts w:ascii="Times New Roman" w:hAnsi="Times New Roman"/>
          <w:sz w:val="27"/>
          <w:szCs w:val="27"/>
        </w:rPr>
        <w:t>Развитие умения планировать свои действия в соответствии с поставленной задачей и условиями её реализации, учитывать характер сделанных ошибок.</w:t>
      </w:r>
    </w:p>
    <w:p w:rsidR="00682B20" w:rsidRPr="00D93E3E" w:rsidRDefault="00682B20" w:rsidP="00945194">
      <w:pPr>
        <w:spacing w:after="0" w:line="434" w:lineRule="atLeast"/>
        <w:rPr>
          <w:rFonts w:ascii="Times New Roman" w:hAnsi="Times New Roman"/>
          <w:sz w:val="24"/>
          <w:szCs w:val="24"/>
        </w:rPr>
      </w:pPr>
    </w:p>
    <w:p w:rsidR="00682B20" w:rsidRPr="00EA050E" w:rsidRDefault="00682B20" w:rsidP="00926000">
      <w:pPr>
        <w:pStyle w:val="NoSpacing"/>
        <w:jc w:val="center"/>
        <w:rPr>
          <w:rFonts w:ascii="Times New Roman" w:hAnsi="Times New Roman"/>
          <w:b/>
          <w:sz w:val="20"/>
          <w:szCs w:val="20"/>
        </w:rPr>
      </w:pPr>
      <w:r w:rsidRPr="00926000">
        <w:rPr>
          <w:rFonts w:ascii="Times New Roman" w:hAnsi="Times New Roman"/>
          <w:b/>
          <w:sz w:val="20"/>
          <w:szCs w:val="20"/>
        </w:rPr>
        <w:t xml:space="preserve"> </w:t>
      </w:r>
      <w:r w:rsidRPr="00EA050E">
        <w:rPr>
          <w:rFonts w:ascii="Times New Roman" w:hAnsi="Times New Roman"/>
          <w:b/>
          <w:sz w:val="20"/>
          <w:szCs w:val="20"/>
        </w:rPr>
        <w:t xml:space="preserve">Календарно-тематическое планирование </w:t>
      </w:r>
    </w:p>
    <w:p w:rsidR="00682B20" w:rsidRPr="00EA050E" w:rsidRDefault="00682B20" w:rsidP="00926000">
      <w:pPr>
        <w:pStyle w:val="NoSpacing"/>
        <w:jc w:val="center"/>
        <w:rPr>
          <w:rFonts w:ascii="Times New Roman" w:hAnsi="Times New Roman"/>
          <w:b/>
          <w:sz w:val="20"/>
          <w:szCs w:val="20"/>
        </w:rPr>
      </w:pPr>
      <w:r w:rsidRPr="00EA050E">
        <w:rPr>
          <w:rFonts w:ascii="Times New Roman" w:hAnsi="Times New Roman"/>
          <w:b/>
          <w:sz w:val="20"/>
          <w:szCs w:val="20"/>
        </w:rPr>
        <w:t>1 класс</w:t>
      </w:r>
    </w:p>
    <w:tbl>
      <w:tblPr>
        <w:tblW w:w="5248" w:type="pct"/>
        <w:tblInd w:w="-459" w:type="dxa"/>
        <w:tblLayout w:type="fixed"/>
        <w:tblLook w:val="01E0"/>
      </w:tblPr>
      <w:tblGrid>
        <w:gridCol w:w="853"/>
        <w:gridCol w:w="4534"/>
        <w:gridCol w:w="850"/>
        <w:gridCol w:w="863"/>
        <w:gridCol w:w="2946"/>
      </w:tblGrid>
      <w:tr w:rsidR="00682B20" w:rsidRPr="009A1A19" w:rsidTr="00EF1A41">
        <w:trPr>
          <w:trHeight w:val="143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№ п\п</w:t>
            </w: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 xml:space="preserve">(описание причин корректировки дат) </w:t>
            </w: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926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sz w:val="27"/>
                <w:szCs w:val="27"/>
              </w:rPr>
              <w:t>Введение</w:t>
            </w:r>
          </w:p>
          <w:p w:rsidR="00682B20" w:rsidRPr="00D93E3E" w:rsidRDefault="00682B20" w:rsidP="0092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sz w:val="27"/>
                <w:szCs w:val="27"/>
              </w:rPr>
              <w:t>Раскрытые и нераскрытые загадки нашей планеты</w:t>
            </w:r>
          </w:p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926000">
            <w:pPr>
              <w:pStyle w:val="NoSpacing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82B20" w:rsidRPr="00D93E3E" w:rsidRDefault="00682B20" w:rsidP="0092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b/>
                <w:bCs/>
                <w:sz w:val="24"/>
                <w:szCs w:val="24"/>
              </w:rPr>
              <w:t>Тайны за горизонтом</w:t>
            </w: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Какой остров самый большой в мире?</w:t>
            </w:r>
          </w:p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41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92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Существует ли остров похожий на блюдце?</w:t>
            </w:r>
          </w:p>
          <w:p w:rsidR="00682B20" w:rsidRPr="005431BE" w:rsidRDefault="00682B20" w:rsidP="0092600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Какая страна самая маленькая в мире?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92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Как древние находили путь?</w:t>
            </w:r>
          </w:p>
          <w:p w:rsidR="00682B20" w:rsidRPr="009A1A19" w:rsidRDefault="00682B20" w:rsidP="0092600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92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>Жили-были динозавры и не только они?</w:t>
            </w: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Существовали ли драконы на самом деле? Персонажи сказок?</w:t>
            </w:r>
          </w:p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Почему люди не летают?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Крокодилы.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Какое животное первым появилось на суше?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Как черепахи дышат под водой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9260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E3E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>Тайны камней</w:t>
            </w: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Когда были открыты драгоценные камни?</w:t>
            </w:r>
          </w:p>
          <w:p w:rsidR="00682B20" w:rsidRPr="005431BE" w:rsidRDefault="00682B20" w:rsidP="0092600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Что такое песок?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92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Малахитовая шкатулка. Чем знаменит малахит?</w:t>
            </w:r>
          </w:p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Как образуется золото?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55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9260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E3E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>Загадки растений</w:t>
            </w: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История открытия удивительных растений: поиск съедобных растений.</w:t>
            </w:r>
          </w:p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Хлебное дерево. Зачем деревьям кора? Железное дерево.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Где растут орехи?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14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Почему крапива жжется?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35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Как растет банановое дерево?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55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9260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E3E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>Эти удивительные животные</w:t>
            </w: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Потомки волка.</w:t>
            </w:r>
          </w:p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50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Чутье обычное… и чутье особое. «Нюх» на землетрясения.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68311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33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Кошки во времена прошлые. Все 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26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926000">
            <w:pPr>
              <w:spacing w:after="0" w:line="434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93E3E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>Планета насекомых</w:t>
            </w:r>
          </w:p>
          <w:p w:rsidR="00682B20" w:rsidRPr="00D93E3E" w:rsidRDefault="00682B20" w:rsidP="00926000">
            <w:pPr>
              <w:spacing w:after="0" w:line="434" w:lineRule="atLeast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Разнообразие и многочисленность насекомых, их роль в природе и жизни человека. Чем питается бабочка? Бабочки-путешественники.</w:t>
            </w:r>
          </w:p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55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Как пауки плетут свою паутину?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29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431BE">
              <w:rPr>
                <w:rFonts w:ascii="Times New Roman" w:hAnsi="Times New Roman"/>
                <w:sz w:val="20"/>
                <w:szCs w:val="20"/>
              </w:rPr>
              <w:t>.</w:t>
            </w: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Что происходит с пчелами зимой?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83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A44E17">
            <w:pPr>
              <w:spacing w:after="0" w:line="434" w:lineRule="atLeast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Правда ли что у многоножки сто ног? Охрана насекомых</w:t>
            </w:r>
          </w:p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63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D93E3E" w:rsidRDefault="00682B20" w:rsidP="00B43D61">
            <w:pPr>
              <w:spacing w:after="0" w:line="434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93E3E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>Загадки под водой и под землей</w:t>
            </w:r>
          </w:p>
          <w:p w:rsidR="00682B20" w:rsidRPr="005431BE" w:rsidRDefault="00682B20" w:rsidP="00B43D6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Как изучают подводный мир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53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A44E1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Что находится на морском дне? Что можно найти на морском берегу?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5431BE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40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Есть ли глаза у морской звезды? Что такое каракатица? Каково происхождение золотой рыбки?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B20" w:rsidRPr="009A1A19" w:rsidTr="00EF1A41">
        <w:trPr>
          <w:trHeight w:val="64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Default="00682B20" w:rsidP="00B43D61">
            <w:pPr>
              <w:spacing w:after="0" w:line="434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Растения-рекордсмены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.</w:t>
            </w: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</w:p>
          <w:p w:rsidR="00682B20" w:rsidRPr="00D93E3E" w:rsidRDefault="00682B20" w:rsidP="00B43D61">
            <w:pPr>
              <w:spacing w:after="0" w:line="434" w:lineRule="atLeast"/>
              <w:rPr>
                <w:rFonts w:ascii="Times New Roman" w:hAnsi="Times New Roman"/>
                <w:sz w:val="24"/>
                <w:szCs w:val="24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Заключение</w:t>
            </w:r>
          </w:p>
          <w:p w:rsidR="00682B20" w:rsidRPr="005431BE" w:rsidRDefault="00682B20" w:rsidP="00B43D6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93E3E">
              <w:rPr>
                <w:rFonts w:ascii="Times New Roman" w:hAnsi="Times New Roman"/>
                <w:color w:val="000000"/>
                <w:sz w:val="27"/>
                <w:szCs w:val="27"/>
              </w:rPr>
              <w:t>Что мы узнали и чему научились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20" w:rsidRPr="005431BE" w:rsidRDefault="00682B20" w:rsidP="00EF1A4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2B20" w:rsidRDefault="00682B20"/>
    <w:sectPr w:rsidR="00682B20" w:rsidSect="002D0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59D8"/>
    <w:multiLevelType w:val="multilevel"/>
    <w:tmpl w:val="E93A06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E14FEF"/>
    <w:multiLevelType w:val="multilevel"/>
    <w:tmpl w:val="8CEA5B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3853358"/>
    <w:multiLevelType w:val="multilevel"/>
    <w:tmpl w:val="0B865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C7034C"/>
    <w:multiLevelType w:val="multilevel"/>
    <w:tmpl w:val="77CAFC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E23773E"/>
    <w:multiLevelType w:val="multilevel"/>
    <w:tmpl w:val="BA8E6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417F4A"/>
    <w:multiLevelType w:val="multilevel"/>
    <w:tmpl w:val="15BC44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5994327"/>
    <w:multiLevelType w:val="multilevel"/>
    <w:tmpl w:val="D9A29E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6B13853"/>
    <w:multiLevelType w:val="multilevel"/>
    <w:tmpl w:val="067656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AA31F89"/>
    <w:multiLevelType w:val="multilevel"/>
    <w:tmpl w:val="EBD4BD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C4C4F9F"/>
    <w:multiLevelType w:val="multilevel"/>
    <w:tmpl w:val="B8DEB1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AE3053"/>
    <w:multiLevelType w:val="multilevel"/>
    <w:tmpl w:val="4816F4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3467021"/>
    <w:multiLevelType w:val="multilevel"/>
    <w:tmpl w:val="F30A84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4DA7224"/>
    <w:multiLevelType w:val="multilevel"/>
    <w:tmpl w:val="3BCA06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61773EC"/>
    <w:multiLevelType w:val="multilevel"/>
    <w:tmpl w:val="F27889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673F09"/>
    <w:multiLevelType w:val="multilevel"/>
    <w:tmpl w:val="F058E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F6445EC"/>
    <w:multiLevelType w:val="multilevel"/>
    <w:tmpl w:val="7E7281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A365B3C"/>
    <w:multiLevelType w:val="multilevel"/>
    <w:tmpl w:val="BE1E15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D1521C7"/>
    <w:multiLevelType w:val="multilevel"/>
    <w:tmpl w:val="F06AA6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3775DAE"/>
    <w:multiLevelType w:val="multilevel"/>
    <w:tmpl w:val="57EA1C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6AC7382"/>
    <w:multiLevelType w:val="multilevel"/>
    <w:tmpl w:val="1114907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8B46474"/>
    <w:multiLevelType w:val="multilevel"/>
    <w:tmpl w:val="1E0E6B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9847E73"/>
    <w:multiLevelType w:val="multilevel"/>
    <w:tmpl w:val="CF7A3B6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A880BB7"/>
    <w:multiLevelType w:val="multilevel"/>
    <w:tmpl w:val="58F073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960E17"/>
    <w:multiLevelType w:val="multilevel"/>
    <w:tmpl w:val="836E7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B037607"/>
    <w:multiLevelType w:val="multilevel"/>
    <w:tmpl w:val="59AA46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EDE56D2"/>
    <w:multiLevelType w:val="multilevel"/>
    <w:tmpl w:val="E0C0A8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12C4EC3"/>
    <w:multiLevelType w:val="multilevel"/>
    <w:tmpl w:val="92F410D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747055F"/>
    <w:multiLevelType w:val="multilevel"/>
    <w:tmpl w:val="7AC68D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8DB0043"/>
    <w:multiLevelType w:val="multilevel"/>
    <w:tmpl w:val="83CA4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91E0E9E"/>
    <w:multiLevelType w:val="multilevel"/>
    <w:tmpl w:val="EB64E1D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A570594"/>
    <w:multiLevelType w:val="multilevel"/>
    <w:tmpl w:val="7DEC2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9D13C1"/>
    <w:multiLevelType w:val="multilevel"/>
    <w:tmpl w:val="228A5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DF96556"/>
    <w:multiLevelType w:val="multilevel"/>
    <w:tmpl w:val="C25CDD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E0834A4"/>
    <w:multiLevelType w:val="multilevel"/>
    <w:tmpl w:val="7E367B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EB520D5"/>
    <w:multiLevelType w:val="multilevel"/>
    <w:tmpl w:val="8700989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F022434"/>
    <w:multiLevelType w:val="multilevel"/>
    <w:tmpl w:val="4AB8D5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0F97242"/>
    <w:multiLevelType w:val="multilevel"/>
    <w:tmpl w:val="518AA7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7503574"/>
    <w:multiLevelType w:val="multilevel"/>
    <w:tmpl w:val="C98EFD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7B845C1"/>
    <w:multiLevelType w:val="multilevel"/>
    <w:tmpl w:val="61AA3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2E59BA"/>
    <w:multiLevelType w:val="multilevel"/>
    <w:tmpl w:val="0DA6F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D326301"/>
    <w:multiLevelType w:val="multilevel"/>
    <w:tmpl w:val="B38C88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F060B07"/>
    <w:multiLevelType w:val="multilevel"/>
    <w:tmpl w:val="68F036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0250F2B"/>
    <w:multiLevelType w:val="multilevel"/>
    <w:tmpl w:val="1304EC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5B45B1C"/>
    <w:multiLevelType w:val="multilevel"/>
    <w:tmpl w:val="0B900B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698099B"/>
    <w:multiLevelType w:val="multilevel"/>
    <w:tmpl w:val="3CF87F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E2703A7"/>
    <w:multiLevelType w:val="multilevel"/>
    <w:tmpl w:val="BDCE2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8"/>
  </w:num>
  <w:num w:numId="2">
    <w:abstractNumId w:val="30"/>
  </w:num>
  <w:num w:numId="3">
    <w:abstractNumId w:val="4"/>
  </w:num>
  <w:num w:numId="4">
    <w:abstractNumId w:val="39"/>
  </w:num>
  <w:num w:numId="5">
    <w:abstractNumId w:val="22"/>
  </w:num>
  <w:num w:numId="6">
    <w:abstractNumId w:val="12"/>
  </w:num>
  <w:num w:numId="7">
    <w:abstractNumId w:val="15"/>
  </w:num>
  <w:num w:numId="8">
    <w:abstractNumId w:val="35"/>
  </w:num>
  <w:num w:numId="9">
    <w:abstractNumId w:val="36"/>
  </w:num>
  <w:num w:numId="10">
    <w:abstractNumId w:val="13"/>
  </w:num>
  <w:num w:numId="11">
    <w:abstractNumId w:val="40"/>
  </w:num>
  <w:num w:numId="12">
    <w:abstractNumId w:val="6"/>
  </w:num>
  <w:num w:numId="13">
    <w:abstractNumId w:val="29"/>
  </w:num>
  <w:num w:numId="14">
    <w:abstractNumId w:val="25"/>
  </w:num>
  <w:num w:numId="15">
    <w:abstractNumId w:val="31"/>
  </w:num>
  <w:num w:numId="16">
    <w:abstractNumId w:val="32"/>
  </w:num>
  <w:num w:numId="17">
    <w:abstractNumId w:val="45"/>
  </w:num>
  <w:num w:numId="18">
    <w:abstractNumId w:val="1"/>
  </w:num>
  <w:num w:numId="19">
    <w:abstractNumId w:val="27"/>
  </w:num>
  <w:num w:numId="20">
    <w:abstractNumId w:val="28"/>
  </w:num>
  <w:num w:numId="21">
    <w:abstractNumId w:val="43"/>
  </w:num>
  <w:num w:numId="22">
    <w:abstractNumId w:val="21"/>
  </w:num>
  <w:num w:numId="23">
    <w:abstractNumId w:val="33"/>
  </w:num>
  <w:num w:numId="24">
    <w:abstractNumId w:val="26"/>
  </w:num>
  <w:num w:numId="25">
    <w:abstractNumId w:val="5"/>
  </w:num>
  <w:num w:numId="26">
    <w:abstractNumId w:val="2"/>
  </w:num>
  <w:num w:numId="27">
    <w:abstractNumId w:val="14"/>
  </w:num>
  <w:num w:numId="28">
    <w:abstractNumId w:val="7"/>
  </w:num>
  <w:num w:numId="29">
    <w:abstractNumId w:val="8"/>
  </w:num>
  <w:num w:numId="30">
    <w:abstractNumId w:val="9"/>
  </w:num>
  <w:num w:numId="31">
    <w:abstractNumId w:val="41"/>
  </w:num>
  <w:num w:numId="32">
    <w:abstractNumId w:val="18"/>
  </w:num>
  <w:num w:numId="33">
    <w:abstractNumId w:val="0"/>
  </w:num>
  <w:num w:numId="34">
    <w:abstractNumId w:val="19"/>
  </w:num>
  <w:num w:numId="35">
    <w:abstractNumId w:val="24"/>
  </w:num>
  <w:num w:numId="36">
    <w:abstractNumId w:val="20"/>
  </w:num>
  <w:num w:numId="37">
    <w:abstractNumId w:val="23"/>
  </w:num>
  <w:num w:numId="38">
    <w:abstractNumId w:val="17"/>
  </w:num>
  <w:num w:numId="39">
    <w:abstractNumId w:val="16"/>
  </w:num>
  <w:num w:numId="40">
    <w:abstractNumId w:val="37"/>
  </w:num>
  <w:num w:numId="41">
    <w:abstractNumId w:val="10"/>
  </w:num>
  <w:num w:numId="42">
    <w:abstractNumId w:val="44"/>
  </w:num>
  <w:num w:numId="43">
    <w:abstractNumId w:val="3"/>
  </w:num>
  <w:num w:numId="44">
    <w:abstractNumId w:val="42"/>
  </w:num>
  <w:num w:numId="45">
    <w:abstractNumId w:val="11"/>
  </w:num>
  <w:num w:numId="4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194"/>
    <w:rsid w:val="000753DB"/>
    <w:rsid w:val="002D05D9"/>
    <w:rsid w:val="005431BE"/>
    <w:rsid w:val="00580BB7"/>
    <w:rsid w:val="00682B20"/>
    <w:rsid w:val="00683119"/>
    <w:rsid w:val="00873525"/>
    <w:rsid w:val="00891562"/>
    <w:rsid w:val="00926000"/>
    <w:rsid w:val="00945194"/>
    <w:rsid w:val="009A1A19"/>
    <w:rsid w:val="00A44E17"/>
    <w:rsid w:val="00B43D61"/>
    <w:rsid w:val="00D13303"/>
    <w:rsid w:val="00D208D2"/>
    <w:rsid w:val="00D93E3E"/>
    <w:rsid w:val="00EA050E"/>
    <w:rsid w:val="00EF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5D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260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10</Pages>
  <Words>2588</Words>
  <Characters>14756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2020-09-12T13:59:00Z</dcterms:created>
  <dcterms:modified xsi:type="dcterms:W3CDTF">2020-12-13T17:41:00Z</dcterms:modified>
</cp:coreProperties>
</file>